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E0E72" w14:textId="77777777" w:rsidR="00B102CE" w:rsidRDefault="00B102CE" w:rsidP="00447B8F">
      <w:pPr>
        <w:jc w:val="center"/>
        <w:rPr>
          <w:rFonts w:ascii="Arial" w:hAnsi="Arial" w:cs="Arial"/>
          <w:b/>
        </w:rPr>
      </w:pPr>
    </w:p>
    <w:p w14:paraId="54CE4D3A" w14:textId="69207D8E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8B6B02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65DAD1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</w:t>
      </w:r>
      <w:r w:rsidR="00BD6DFE">
        <w:rPr>
          <w:rFonts w:ascii="Arial" w:hAnsi="Arial" w:cs="Arial"/>
          <w:b/>
        </w:rPr>
        <w:t xml:space="preserve">nadlimitní veřejnou zakázku zadávanou v otevřeném řízení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0AA0BA65" w:rsidR="00D8160F" w:rsidRPr="00447B8F" w:rsidRDefault="00D8160F" w:rsidP="006578EC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>
              <w:rPr>
                <w:rFonts w:ascii="Arial" w:hAnsi="Arial" w:cs="Arial"/>
                <w:sz w:val="20"/>
                <w:szCs w:val="20"/>
              </w:rPr>
              <w:t>VZ</w:t>
            </w:r>
            <w:r w:rsidR="008B6B02">
              <w:rPr>
                <w:rFonts w:ascii="Arial" w:hAnsi="Arial" w:cs="Arial"/>
                <w:sz w:val="20"/>
                <w:szCs w:val="20"/>
              </w:rPr>
              <w:t>15</w:t>
            </w:r>
            <w:r w:rsidR="00447B8F">
              <w:rPr>
                <w:rFonts w:ascii="Arial" w:hAnsi="Arial" w:cs="Arial"/>
                <w:sz w:val="20"/>
                <w:szCs w:val="20"/>
              </w:rPr>
              <w:t>/2018</w:t>
            </w:r>
            <w:r w:rsidR="006578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78EC">
              <w:rPr>
                <w:rFonts w:ascii="Arial" w:hAnsi="Arial" w:cs="Arial"/>
                <w:sz w:val="20"/>
                <w:szCs w:val="20"/>
              </w:rPr>
              <w:t>–</w:t>
            </w:r>
            <w:r w:rsidR="006578EC">
              <w:rPr>
                <w:rFonts w:ascii="Arial" w:hAnsi="Arial" w:cs="Arial"/>
                <w:sz w:val="20"/>
                <w:szCs w:val="20"/>
              </w:rPr>
              <w:t xml:space="preserve"> II </w:t>
            </w:r>
            <w:bookmarkStart w:id="0" w:name="_GoBack"/>
            <w:bookmarkEnd w:id="0"/>
            <w:r w:rsidR="00447B8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B6B02">
              <w:rPr>
                <w:rFonts w:ascii="Arial" w:hAnsi="Arial" w:cs="Arial"/>
                <w:sz w:val="20"/>
                <w:szCs w:val="20"/>
              </w:rPr>
              <w:t>Analytika vysílání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607B37B7" w:rsidR="001132CC" w:rsidRPr="00447B8F" w:rsidRDefault="00BC04C5" w:rsidP="00607E65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607E65">
        <w:rPr>
          <w:rFonts w:ascii="Arial" w:hAnsi="Arial" w:cs="Arial"/>
          <w:b/>
          <w:szCs w:val="20"/>
        </w:rPr>
        <w:t xml:space="preserve"> </w:t>
      </w:r>
      <w:r w:rsidR="00607E65" w:rsidRPr="00607E65">
        <w:rPr>
          <w:rFonts w:ascii="Arial" w:hAnsi="Arial" w:cs="Arial"/>
          <w:sz w:val="20"/>
          <w:szCs w:val="20"/>
        </w:rPr>
        <w:t>ke dni podání nabídek splňuje technickou kvalifikaci dle podmínek stanovených v zadávací dokumentaci a dle § 79 ZZZ, a to následujícím způsobem: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E13AD0A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3E23F96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9AE2700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91AE5BE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EC937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9E16C21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FE2787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3F0AFC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9952E14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B15888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422DBDD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85971B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6B8D49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B17F845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19C453B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318E44B" w14:textId="77777777" w:rsidR="00607E65" w:rsidRPr="00447B8F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B102CE">
        <w:trPr>
          <w:trHeight w:val="1093"/>
        </w:trPr>
        <w:tc>
          <w:tcPr>
            <w:tcW w:w="4179" w:type="dxa"/>
            <w:shd w:val="clear" w:color="auto" w:fill="auto"/>
          </w:tcPr>
          <w:p w14:paraId="01E19BF7" w14:textId="6434A686" w:rsidR="00593E12" w:rsidRPr="00447B8F" w:rsidRDefault="00593E12" w:rsidP="00B102CE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B102CE"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47290D40" w14:textId="77777777" w:rsidR="00593E12" w:rsidRPr="00447B8F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4FA5C149" w:rsidR="00593E12" w:rsidRPr="00447B8F" w:rsidRDefault="00593E12" w:rsidP="00B102C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B102CE"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B102CE">
        <w:trPr>
          <w:trHeight w:val="3461"/>
        </w:trPr>
        <w:tc>
          <w:tcPr>
            <w:tcW w:w="4179" w:type="dxa"/>
            <w:shd w:val="clear" w:color="auto" w:fill="auto"/>
          </w:tcPr>
          <w:p w14:paraId="1AD4B6D1" w14:textId="77777777" w:rsidR="00B102CE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15FC5F87" w14:textId="6D763216" w:rsidR="00593E12" w:rsidRPr="00447B8F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B102CE">
              <w:rPr>
                <w:rFonts w:ascii="Arial" w:hAnsi="Arial" w:cs="Arial"/>
                <w:sz w:val="20"/>
                <w:szCs w:val="20"/>
              </w:rPr>
              <w:t xml:space="preserve"> – max. 400 znaků)</w:t>
            </w:r>
          </w:p>
        </w:tc>
        <w:tc>
          <w:tcPr>
            <w:tcW w:w="4326" w:type="dxa"/>
            <w:shd w:val="clear" w:color="auto" w:fill="auto"/>
          </w:tcPr>
          <w:p w14:paraId="0DE9883A" w14:textId="491CA3A8" w:rsidR="00593E12" w:rsidRPr="00447B8F" w:rsidRDefault="00B102CE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B102CE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FBCCEE5" w14:textId="77777777" w:rsidR="00593E12" w:rsidRDefault="00B102CE" w:rsidP="00D6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6B80342B" w14:textId="701BA585" w:rsidR="00B102CE" w:rsidRPr="00447B8F" w:rsidRDefault="00B102CE" w:rsidP="00B102CE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službu)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AE7B830" w:rsidR="00593E12" w:rsidRDefault="00593E12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</w:t>
      </w:r>
      <w:r w:rsidR="004A0F1A">
        <w:rPr>
          <w:rFonts w:ascii="Arial" w:hAnsi="Arial" w:cs="Arial"/>
          <w:color w:val="FF0000"/>
          <w:sz w:val="20"/>
          <w:szCs w:val="20"/>
        </w:rPr>
        <w:t xml:space="preserve"> seznam referenčních zakázek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o příslušný počet </w:t>
      </w:r>
      <w:r w:rsidR="00B102CE">
        <w:rPr>
          <w:rFonts w:ascii="Arial" w:hAnsi="Arial" w:cs="Arial"/>
          <w:color w:val="FF0000"/>
          <w:sz w:val="20"/>
          <w:szCs w:val="20"/>
        </w:rPr>
        <w:t>referenčních zakázek</w:t>
      </w:r>
      <w:r w:rsidR="00BF5695">
        <w:rPr>
          <w:rFonts w:ascii="Arial" w:hAnsi="Arial" w:cs="Arial"/>
          <w:color w:val="FF0000"/>
          <w:sz w:val="20"/>
          <w:szCs w:val="20"/>
        </w:rPr>
        <w:t>, přičemž jejich název označí vždy následujícím vzestupným pořadovým číslem.</w:t>
      </w:r>
    </w:p>
    <w:p w14:paraId="794994E6" w14:textId="77777777" w:rsidR="004E4FE9" w:rsidRDefault="004E4FE9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6E22DE6" w14:textId="57F0D53C" w:rsidR="004E4FE9" w:rsidRPr="004E4FE9" w:rsidRDefault="00CB5E66" w:rsidP="00B102CE">
      <w:pPr>
        <w:ind w:left="284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Dodavatel čestně prohlašuje, že všechny shora uvedené referenční zakázky provedl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77777777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2B072" w14:textId="77777777" w:rsidR="00E30EA7" w:rsidRDefault="00E30EA7">
      <w:r>
        <w:separator/>
      </w:r>
    </w:p>
  </w:endnote>
  <w:endnote w:type="continuationSeparator" w:id="0">
    <w:p w14:paraId="42B7E202" w14:textId="77777777" w:rsidR="00E30EA7" w:rsidRDefault="00E3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DF361" w14:textId="77777777" w:rsidR="00E30EA7" w:rsidRDefault="00E30EA7">
      <w:r>
        <w:separator/>
      </w:r>
    </w:p>
  </w:footnote>
  <w:footnote w:type="continuationSeparator" w:id="0">
    <w:p w14:paraId="1495272C" w14:textId="77777777" w:rsidR="00E30EA7" w:rsidRDefault="00E30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0F1A"/>
    <w:rsid w:val="004A1065"/>
    <w:rsid w:val="004B5E0E"/>
    <w:rsid w:val="004C68E6"/>
    <w:rsid w:val="004C7ABA"/>
    <w:rsid w:val="004D1528"/>
    <w:rsid w:val="004D3B6F"/>
    <w:rsid w:val="004E1472"/>
    <w:rsid w:val="004E4FE9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7E6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8EC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6B02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2FA2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02CE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D6DF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5E66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0EA7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0FFAB23-FE3B-44F1-A914-9FE294898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0B34A2-64F1-42A2-8509-886A9227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77</TotalTime>
  <Pages>2</Pages>
  <Words>202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15</cp:revision>
  <cp:lastPrinted>2018-04-16T14:33:00Z</cp:lastPrinted>
  <dcterms:created xsi:type="dcterms:W3CDTF">2018-04-12T11:25:00Z</dcterms:created>
  <dcterms:modified xsi:type="dcterms:W3CDTF">2018-09-12T09:55:00Z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